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EEE6" w14:textId="00DF0C63" w:rsidR="00654E8F" w:rsidRDefault="00654E8F" w:rsidP="0001436A">
      <w:pPr>
        <w:pStyle w:val="SupplementaryMaterial"/>
      </w:pPr>
      <w:bookmarkStart w:id="0" w:name="_Hlk19716310"/>
      <w:bookmarkStart w:id="1" w:name="_GoBack"/>
      <w:bookmarkEnd w:id="1"/>
      <w:r w:rsidRPr="001549D3">
        <w:t>Supplementary Material</w:t>
      </w:r>
    </w:p>
    <w:bookmarkEnd w:id="0"/>
    <w:p w14:paraId="07EAD350" w14:textId="77777777" w:rsidR="00BF6620" w:rsidRPr="00BF6620" w:rsidRDefault="00BF6620" w:rsidP="00BF6620">
      <w:pPr>
        <w:pStyle w:val="Title"/>
      </w:pPr>
    </w:p>
    <w:p w14:paraId="26CA6067" w14:textId="77777777" w:rsidR="00BF6620" w:rsidRPr="00A9175A" w:rsidRDefault="00BF6620" w:rsidP="00994A3D">
      <w:pPr>
        <w:spacing w:before="100" w:beforeAutospacing="1" w:after="100" w:afterAutospacing="1"/>
        <w:jc w:val="both"/>
        <w:rPr>
          <w:rFonts w:cs="Times New Roman"/>
          <w:szCs w:val="24"/>
          <w:lang w:val="en-GB" w:eastAsia="zh-CN"/>
        </w:rPr>
      </w:pPr>
    </w:p>
    <w:p w14:paraId="4D059444" w14:textId="4A6E025C" w:rsidR="00994A3D" w:rsidRPr="00994A3D" w:rsidRDefault="00572491" w:rsidP="006C3615">
      <w:pPr>
        <w:pStyle w:val="Heading1"/>
        <w:numPr>
          <w:ilvl w:val="0"/>
          <w:numId w:val="0"/>
        </w:numPr>
        <w:ind w:left="567" w:hanging="567"/>
      </w:pPr>
      <w:r>
        <w:t xml:space="preserve">Details of </w:t>
      </w:r>
      <w:proofErr w:type="spellStart"/>
      <w:r>
        <w:t>XGBoost</w:t>
      </w:r>
      <w:proofErr w:type="spellEnd"/>
      <w:r>
        <w:t xml:space="preserve"> A</w:t>
      </w:r>
      <w:r w:rsidRPr="00092701">
        <w:rPr>
          <w:rFonts w:hint="eastAsia"/>
        </w:rPr>
        <w:t>lgorithm</w:t>
      </w:r>
      <w:r w:rsidR="006C3615">
        <w:rPr>
          <w:rFonts w:ascii="SimSun" w:eastAsia="SimSun" w:hAnsi="SimSun" w:cs="SimSun" w:hint="eastAsia"/>
          <w:lang w:eastAsia="zh-CN"/>
        </w:rPr>
        <w:t>:</w:t>
      </w:r>
    </w:p>
    <w:p w14:paraId="45F8F661" w14:textId="385B3813" w:rsidR="00921192" w:rsidRDefault="00921192" w:rsidP="00486F3B">
      <w:pPr>
        <w:spacing w:before="240"/>
        <w:rPr>
          <w:lang w:eastAsia="zh-CN"/>
        </w:rPr>
      </w:pPr>
      <w:r w:rsidRPr="00921192">
        <w:rPr>
          <w:lang w:eastAsia="zh-CN"/>
        </w:rPr>
        <w:t xml:space="preserve">The </w:t>
      </w:r>
      <w:r>
        <w:rPr>
          <w:rFonts w:hint="eastAsia"/>
          <w:lang w:eastAsia="zh-CN"/>
        </w:rPr>
        <w:t>details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of</w:t>
      </w:r>
      <w:r>
        <w:rPr>
          <w:lang w:eastAsia="zh-CN"/>
        </w:rPr>
        <w:t xml:space="preserve"> </w:t>
      </w:r>
      <w:proofErr w:type="spellStart"/>
      <w:r w:rsidRPr="00921192">
        <w:rPr>
          <w:lang w:eastAsia="zh-CN"/>
        </w:rPr>
        <w:t>XGBoost</w:t>
      </w:r>
      <w:proofErr w:type="spellEnd"/>
      <w:r w:rsidRPr="00921192">
        <w:rPr>
          <w:lang w:eastAsia="zh-CN"/>
        </w:rPr>
        <w:t xml:space="preserve"> algorithm is introduced as follows</w:t>
      </w:r>
      <w:r>
        <w:rPr>
          <w:lang w:eastAsia="zh-CN"/>
        </w:rPr>
        <w:t xml:space="preserve"> </w:t>
      </w:r>
      <w:r>
        <w:rPr>
          <w:szCs w:val="24"/>
        </w:rPr>
        <w:t>(</w:t>
      </w:r>
      <w:hyperlink w:anchor="r11xgboost" w:history="1">
        <w:r w:rsidRPr="00972CF3">
          <w:rPr>
            <w:rStyle w:val="Hyperlink"/>
            <w:rFonts w:cs="Times New Roman" w:hint="eastAsia"/>
            <w:iCs/>
            <w:szCs w:val="24"/>
          </w:rPr>
          <w:t>Chen T</w:t>
        </w:r>
        <w:r w:rsidRPr="00890D39">
          <w:rPr>
            <w:rStyle w:val="Hyperlink"/>
            <w:rFonts w:cs="Times New Roman"/>
            <w:iCs/>
            <w:szCs w:val="24"/>
          </w:rPr>
          <w:t xml:space="preserve"> and</w:t>
        </w:r>
        <w:r w:rsidRPr="00972CF3">
          <w:rPr>
            <w:rStyle w:val="Hyperlink"/>
            <w:rFonts w:cs="Times New Roman" w:hint="eastAsia"/>
            <w:iCs/>
            <w:szCs w:val="24"/>
          </w:rPr>
          <w:t xml:space="preserve"> </w:t>
        </w:r>
        <w:proofErr w:type="spellStart"/>
        <w:r w:rsidRPr="00972CF3">
          <w:rPr>
            <w:rStyle w:val="Hyperlink"/>
            <w:rFonts w:cs="Times New Roman" w:hint="eastAsia"/>
            <w:iCs/>
            <w:szCs w:val="24"/>
          </w:rPr>
          <w:t>Guestrin</w:t>
        </w:r>
        <w:proofErr w:type="spellEnd"/>
        <w:r w:rsidRPr="00972CF3">
          <w:rPr>
            <w:rStyle w:val="Hyperlink"/>
            <w:rFonts w:cs="Times New Roman" w:hint="eastAsia"/>
            <w:iCs/>
            <w:szCs w:val="24"/>
          </w:rPr>
          <w:t xml:space="preserve"> C</w:t>
        </w:r>
        <w:r w:rsidRPr="00890D39">
          <w:rPr>
            <w:rStyle w:val="Hyperlink"/>
            <w:rFonts w:cs="Times New Roman"/>
            <w:iCs/>
            <w:szCs w:val="24"/>
          </w:rPr>
          <w:t xml:space="preserve">, </w:t>
        </w:r>
        <w:r w:rsidRPr="00972CF3">
          <w:rPr>
            <w:rStyle w:val="Hyperlink"/>
            <w:rFonts w:cs="Times New Roman" w:hint="eastAsia"/>
            <w:iCs/>
            <w:szCs w:val="24"/>
          </w:rPr>
          <w:t>2016</w:t>
        </w:r>
      </w:hyperlink>
      <w:r>
        <w:rPr>
          <w:szCs w:val="24"/>
        </w:rPr>
        <w:t>)</w:t>
      </w:r>
      <w:r w:rsidRPr="00682F1E">
        <w:rPr>
          <w:rFonts w:hint="eastAsia"/>
          <w:lang w:eastAsia="en-GB"/>
        </w:rPr>
        <w:t>:</w:t>
      </w:r>
    </w:p>
    <w:p w14:paraId="2367F9FD" w14:textId="38FFBCC0" w:rsidR="00486F3B" w:rsidRPr="00486F3B" w:rsidRDefault="00486F3B" w:rsidP="00486F3B">
      <w:pPr>
        <w:spacing w:before="240"/>
      </w:pPr>
      <w:r w:rsidRPr="00486F3B">
        <w:t xml:space="preserve">Integrate the tree model with addition method, assuming a total of K trees, and use </w:t>
      </w:r>
      <w:r w:rsidRPr="00486F3B">
        <w:rPr>
          <w:i/>
          <w:iCs/>
        </w:rPr>
        <w:t>F</w:t>
      </w:r>
      <w:r w:rsidRPr="00486F3B">
        <w:t xml:space="preserve"> to represent the basic tree model, then:</w:t>
      </w:r>
    </w:p>
    <w:bookmarkStart w:id="2" w:name="_Hlk12692984"/>
    <w:p w14:paraId="66EE1C20" w14:textId="19AF16F3" w:rsidR="00486F3B" w:rsidRPr="00486F3B" w:rsidRDefault="00486F3B" w:rsidP="00C65537">
      <w:pPr>
        <w:spacing w:before="240"/>
        <w:jc w:val="right"/>
      </w:pPr>
      <w:r w:rsidRPr="00486F3B">
        <w:object w:dxaOrig="2100" w:dyaOrig="680" w14:anchorId="15AA2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36.6pt" o:ole="">
            <v:imagedata r:id="rId8" o:title=""/>
          </v:shape>
          <o:OLEObject Type="Embed" ProgID="Equation.DSMT4" ShapeID="_x0000_i1025" DrawAspect="Content" ObjectID="_1636780602" r:id="rId9"/>
        </w:object>
      </w:r>
      <w:bookmarkEnd w:id="2"/>
      <w:r w:rsidR="00C65537">
        <w:t xml:space="preserve">                                                        (1)</w:t>
      </w:r>
    </w:p>
    <w:p w14:paraId="57B9E0D3" w14:textId="77777777" w:rsidR="00486F3B" w:rsidRPr="00486F3B" w:rsidRDefault="00486F3B" w:rsidP="00486F3B">
      <w:pPr>
        <w:spacing w:before="240"/>
      </w:pPr>
      <w:r w:rsidRPr="00486F3B">
        <w:t>The objective function is:</w:t>
      </w:r>
    </w:p>
    <w:p w14:paraId="10F2D965" w14:textId="6D1017B4" w:rsidR="00486F3B" w:rsidRPr="00486F3B" w:rsidRDefault="00486F3B" w:rsidP="00C65537">
      <w:pPr>
        <w:spacing w:before="240"/>
        <w:jc w:val="right"/>
      </w:pPr>
      <w:r w:rsidRPr="00486F3B">
        <w:rPr>
          <w:lang w:val="x-none"/>
        </w:rPr>
        <w:object w:dxaOrig="2540" w:dyaOrig="540" w14:anchorId="4FC5DEEF">
          <v:shape id="_x0000_i1026" type="#_x0000_t75" style="width:127.75pt;height:26.4pt" o:ole="">
            <v:imagedata r:id="rId10" o:title=""/>
          </v:shape>
          <o:OLEObject Type="Embed" ProgID="Equation.DSMT4" ShapeID="_x0000_i1026" DrawAspect="Content" ObjectID="_1636780603" r:id="rId11"/>
        </w:object>
      </w:r>
      <w:r w:rsidRPr="00486F3B">
        <w:rPr>
          <w:lang w:val="x-none"/>
        </w:rPr>
        <w:t xml:space="preserve">          </w:t>
      </w:r>
      <w:r w:rsidR="00C65537">
        <w:rPr>
          <w:lang w:val="x-none"/>
        </w:rPr>
        <w:t xml:space="preserve">                                          </w:t>
      </w:r>
      <w:r w:rsidRPr="00486F3B">
        <w:rPr>
          <w:lang w:val="x-none"/>
        </w:rPr>
        <w:t>(2)</w:t>
      </w:r>
    </w:p>
    <w:p w14:paraId="4F8AA9E5" w14:textId="7469AC75" w:rsidR="00486F3B" w:rsidRPr="00486F3B" w:rsidRDefault="00486F3B" w:rsidP="00486F3B">
      <w:pPr>
        <w:spacing w:before="240"/>
      </w:pPr>
      <w:proofErr w:type="gramStart"/>
      <w:r w:rsidRPr="00486F3B">
        <w:rPr>
          <w:rFonts w:hint="eastAsia"/>
        </w:rPr>
        <w:t>w</w:t>
      </w:r>
      <w:r w:rsidRPr="00486F3B">
        <w:t>here</w:t>
      </w:r>
      <w:proofErr w:type="gramEnd"/>
      <w:r w:rsidRPr="00486F3B">
        <w:t xml:space="preserve"> </w:t>
      </w:r>
      <m:oMath>
        <m:r>
          <w:rPr>
            <w:rFonts w:ascii="Cambria Math" w:hAnsi="Cambria Math"/>
          </w:rPr>
          <m:t>l</m:t>
        </m:r>
      </m:oMath>
      <w:r w:rsidRPr="00486F3B">
        <w:rPr>
          <w:rFonts w:hint="eastAsia"/>
          <w:iCs/>
        </w:rPr>
        <w:t xml:space="preserve"> </w:t>
      </w:r>
      <w:r w:rsidRPr="00486F3B">
        <w:rPr>
          <w:iCs/>
        </w:rPr>
        <w:t>is the loss function, which represents the error between the predictive value and the true value;</w:t>
      </w:r>
      <m:oMath>
        <m:r>
          <m:rPr>
            <m:sty m:val="p"/>
          </m:rPr>
          <w:rPr>
            <w:rFonts w:ascii="Cambria Math" w:hAnsi="Cambria Math"/>
            <w:lang w:val="x-none"/>
          </w:rPr>
          <m:t>Ω</m:t>
        </m:r>
      </m:oMath>
      <w:r w:rsidRPr="00486F3B">
        <w:rPr>
          <w:rFonts w:hint="eastAsia"/>
          <w:iCs/>
          <w:lang w:val="x-none"/>
        </w:rPr>
        <w:t xml:space="preserve"> </w:t>
      </w:r>
      <w:r w:rsidRPr="00486F3B">
        <w:rPr>
          <w:iCs/>
          <w:lang w:val="x-none"/>
        </w:rPr>
        <w:t xml:space="preserve">is the function used for </w:t>
      </w:r>
      <w:r w:rsidRPr="00486F3B">
        <w:t>regularization to prevent overfitting:</w:t>
      </w:r>
    </w:p>
    <w:p w14:paraId="5FABC32B" w14:textId="131C7E51" w:rsidR="000B7C96" w:rsidRDefault="000B7C96" w:rsidP="00C65537">
      <w:pPr>
        <w:spacing w:before="240"/>
        <w:jc w:val="right"/>
        <w:rPr>
          <w:lang w:val="x-none"/>
        </w:rPr>
      </w:pPr>
      <w:r w:rsidRPr="00486F3B">
        <w:rPr>
          <w:lang w:val="x-none"/>
        </w:rPr>
        <w:object w:dxaOrig="2079" w:dyaOrig="620" w14:anchorId="5B6B2E39">
          <v:shape id="_x0000_i1027" type="#_x0000_t75" style="width:106.75pt;height:31.8pt" o:ole="">
            <v:imagedata r:id="rId12" o:title=""/>
          </v:shape>
          <o:OLEObject Type="Embed" ProgID="Equation.DSMT4" ShapeID="_x0000_i1027" DrawAspect="Content" ObjectID="_1636780604" r:id="rId13"/>
        </w:object>
      </w:r>
      <w:r w:rsidR="00C65537">
        <w:t xml:space="preserve">                                                      (3)</w:t>
      </w:r>
    </w:p>
    <w:p w14:paraId="637BA87E" w14:textId="33EB29B5" w:rsidR="00486F3B" w:rsidRPr="00486F3B" w:rsidRDefault="00486F3B" w:rsidP="00486F3B">
      <w:pPr>
        <w:spacing w:before="240"/>
      </w:pPr>
      <w:proofErr w:type="gramStart"/>
      <w:r w:rsidRPr="00486F3B">
        <w:rPr>
          <w:rFonts w:hint="eastAsia"/>
          <w:iCs/>
        </w:rPr>
        <w:t>w</w:t>
      </w:r>
      <w:r w:rsidRPr="00486F3B">
        <w:rPr>
          <w:iCs/>
        </w:rPr>
        <w:t>here</w:t>
      </w:r>
      <w:proofErr w:type="gramEnd"/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T </m:t>
        </m:r>
      </m:oMath>
      <w:r w:rsidRPr="00486F3B">
        <w:t xml:space="preserve">represents the number of leaves per tree, and </w:t>
      </w:r>
      <w:r w:rsidRPr="00486F3B">
        <w:rPr>
          <w:i/>
          <w:iCs/>
        </w:rPr>
        <w:t>w</w:t>
      </w:r>
      <w:r w:rsidRPr="00486F3B">
        <w:t xml:space="preserve"> represents the weight of the leaves of each tree.</w:t>
      </w:r>
    </w:p>
    <w:p w14:paraId="19FBD7FF" w14:textId="0479C8D4" w:rsidR="00486F3B" w:rsidRPr="00486F3B" w:rsidRDefault="00737002" w:rsidP="00486F3B">
      <w:pPr>
        <w:spacing w:before="24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  <m:sup>
            <m:r>
              <w:rPr>
                <w:rFonts w:ascii="Cambria Math" w:hAnsi="Cambria Math"/>
              </w:rPr>
              <m:t>(t)</m:t>
            </m:r>
          </m:sup>
        </m:sSup>
      </m:oMath>
      <w:r w:rsidR="00486F3B" w:rsidRPr="00486F3B">
        <w:t xml:space="preserve"> </w:t>
      </w:r>
      <w:proofErr w:type="gramStart"/>
      <w:r w:rsidR="00486F3B" w:rsidRPr="00486F3B">
        <w:t>represents</w:t>
      </w:r>
      <w:proofErr w:type="gramEnd"/>
      <w:r w:rsidR="00486F3B" w:rsidRPr="00486F3B">
        <w:t xml:space="preserve"> the predictive value after the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486F3B" w:rsidRPr="00486F3B">
        <w:t>iteration, then:</w:t>
      </w:r>
    </w:p>
    <w:p w14:paraId="6D9A0C87" w14:textId="30583057" w:rsidR="00486F3B" w:rsidRPr="00486F3B" w:rsidRDefault="00486F3B" w:rsidP="00C65537">
      <w:pPr>
        <w:spacing w:before="240"/>
        <w:jc w:val="right"/>
      </w:pPr>
      <w:r w:rsidRPr="00486F3B">
        <w:object w:dxaOrig="1920" w:dyaOrig="380" w14:anchorId="0C68B16B">
          <v:shape id="_x0000_i1028" type="#_x0000_t75" style="width:109.8pt;height:20.4pt" o:ole="">
            <v:imagedata r:id="rId14" o:title=""/>
          </v:shape>
          <o:OLEObject Type="Embed" ProgID="Equation.DSMT4" ShapeID="_x0000_i1028" DrawAspect="Content" ObjectID="_1636780605" r:id="rId15"/>
        </w:object>
      </w:r>
      <w:r w:rsidRPr="00486F3B">
        <w:t xml:space="preserve">                   </w:t>
      </w:r>
      <w:r w:rsidR="00C65537">
        <w:t xml:space="preserve">                                 </w:t>
      </w:r>
      <w:r w:rsidRPr="00486F3B">
        <w:t>(4)</w:t>
      </w:r>
    </w:p>
    <w:p w14:paraId="49DF8E67" w14:textId="77777777" w:rsidR="00486F3B" w:rsidRPr="00486F3B" w:rsidRDefault="00486F3B" w:rsidP="00486F3B">
      <w:pPr>
        <w:spacing w:before="240"/>
      </w:pPr>
      <w:r w:rsidRPr="00486F3B">
        <w:t xml:space="preserve">Therefore, the objective function </w:t>
      </w:r>
      <w:proofErr w:type="gramStart"/>
      <w:r w:rsidRPr="00486F3B">
        <w:t>can be expressed</w:t>
      </w:r>
      <w:proofErr w:type="gramEnd"/>
      <w:r w:rsidRPr="00486F3B">
        <w:t xml:space="preserve"> as:</w:t>
      </w:r>
    </w:p>
    <w:p w14:paraId="2066ECE5" w14:textId="4B08E058" w:rsidR="00486F3B" w:rsidRPr="00486F3B" w:rsidRDefault="00486F3B" w:rsidP="00C65537">
      <w:pPr>
        <w:spacing w:before="240"/>
        <w:jc w:val="right"/>
      </w:pPr>
      <w:r w:rsidRPr="00486F3B">
        <w:object w:dxaOrig="3420" w:dyaOrig="540" w14:anchorId="276B12F1">
          <v:shape id="_x0000_i1029" type="#_x0000_t75" style="width:169.1pt;height:26.4pt" o:ole="">
            <v:imagedata r:id="rId16" o:title=""/>
          </v:shape>
          <o:OLEObject Type="Embed" ProgID="Equation.DSMT4" ShapeID="_x0000_i1029" DrawAspect="Content" ObjectID="_1636780606" r:id="rId17"/>
        </w:object>
      </w:r>
      <w:r w:rsidRPr="00486F3B">
        <w:t xml:space="preserve">       </w:t>
      </w:r>
      <w:r w:rsidR="00C65537">
        <w:t xml:space="preserve">                             </w:t>
      </w:r>
      <w:r w:rsidR="00435B3F">
        <w:t xml:space="preserve">  </w:t>
      </w:r>
      <w:r w:rsidR="00C65537">
        <w:t xml:space="preserve">       </w:t>
      </w:r>
      <w:r w:rsidRPr="00486F3B">
        <w:t>(5)</w:t>
      </w:r>
    </w:p>
    <w:p w14:paraId="279AE11D" w14:textId="77777777" w:rsidR="00486F3B" w:rsidRPr="00486F3B" w:rsidRDefault="00486F3B" w:rsidP="00486F3B">
      <w:pPr>
        <w:spacing w:before="240"/>
      </w:pPr>
      <w:r w:rsidRPr="00486F3B">
        <w:t>The second-order Taylor expansion of the objective function is:</w:t>
      </w:r>
    </w:p>
    <w:p w14:paraId="7BBAD9CB" w14:textId="6A37A5E2" w:rsidR="00486F3B" w:rsidRPr="00486F3B" w:rsidRDefault="00486F3B" w:rsidP="00C65537">
      <w:pPr>
        <w:spacing w:before="240"/>
        <w:jc w:val="right"/>
      </w:pPr>
      <w:r w:rsidRPr="00486F3B">
        <w:object w:dxaOrig="4900" w:dyaOrig="660" w14:anchorId="51C25C73">
          <v:shape id="_x0000_i1030" type="#_x0000_t75" style="width:235.7pt;height:31.8pt" o:ole="">
            <v:imagedata r:id="rId18" o:title=""/>
          </v:shape>
          <o:OLEObject Type="Embed" ProgID="Equation.DSMT4" ShapeID="_x0000_i1030" DrawAspect="Content" ObjectID="_1636780607" r:id="rId19"/>
        </w:object>
      </w:r>
      <w:r w:rsidRPr="00486F3B">
        <w:rPr>
          <w:lang w:val="x-none"/>
        </w:rPr>
        <w:t xml:space="preserve"> </w:t>
      </w:r>
      <w:r w:rsidR="00C65537">
        <w:rPr>
          <w:lang w:val="x-none"/>
        </w:rPr>
        <w:t xml:space="preserve">                      </w:t>
      </w:r>
      <w:r w:rsidR="00435B3F">
        <w:rPr>
          <w:lang w:val="x-none"/>
        </w:rPr>
        <w:t xml:space="preserve">  </w:t>
      </w:r>
      <w:r w:rsidR="00C65537">
        <w:rPr>
          <w:lang w:val="x-none"/>
        </w:rPr>
        <w:t xml:space="preserve">     </w:t>
      </w:r>
      <w:r w:rsidRPr="00486F3B">
        <w:rPr>
          <w:lang w:val="x-none"/>
        </w:rPr>
        <w:t>(6)</w:t>
      </w:r>
    </w:p>
    <w:p w14:paraId="4A422CCB" w14:textId="77777777" w:rsidR="00486F3B" w:rsidRPr="00486F3B" w:rsidRDefault="00486F3B" w:rsidP="00486F3B">
      <w:pPr>
        <w:spacing w:before="240"/>
      </w:pPr>
      <w:proofErr w:type="gramStart"/>
      <w:r w:rsidRPr="00486F3B">
        <w:rPr>
          <w:rFonts w:hint="eastAsia"/>
        </w:rPr>
        <w:lastRenderedPageBreak/>
        <w:t>w</w:t>
      </w:r>
      <w:r w:rsidRPr="00486F3B">
        <w:t>here</w:t>
      </w:r>
      <w:proofErr w:type="gramEnd"/>
      <w:r w:rsidRPr="00486F3B">
        <w:t>:</w:t>
      </w:r>
    </w:p>
    <w:p w14:paraId="67BD3EE3" w14:textId="1558B874" w:rsidR="00486F3B" w:rsidRPr="00486F3B" w:rsidRDefault="00486F3B" w:rsidP="00C65537">
      <w:pPr>
        <w:spacing w:before="240"/>
        <w:jc w:val="right"/>
        <w:rPr>
          <w:lang w:val="x-none"/>
        </w:rPr>
      </w:pPr>
      <w:r w:rsidRPr="00486F3B">
        <w:rPr>
          <w:lang w:val="x-none"/>
        </w:rPr>
        <w:object w:dxaOrig="2020" w:dyaOrig="440" w14:anchorId="28618AC2">
          <v:shape id="_x0000_i1031" type="#_x0000_t75" style="width:112.8pt;height:24pt" o:ole="">
            <v:imagedata r:id="rId20" o:title=""/>
          </v:shape>
          <o:OLEObject Type="Embed" ProgID="Equation.DSMT4" ShapeID="_x0000_i1031" DrawAspect="Content" ObjectID="_1636780608" r:id="rId21"/>
        </w:object>
      </w:r>
      <w:r w:rsidRPr="00486F3B">
        <w:rPr>
          <w:lang w:val="x-none"/>
        </w:rPr>
        <w:t xml:space="preserve">               </w:t>
      </w:r>
      <w:r w:rsidR="00C65537">
        <w:rPr>
          <w:lang w:val="x-none"/>
        </w:rPr>
        <w:t xml:space="preserve">                           </w:t>
      </w:r>
      <w:r w:rsidR="00435B3F">
        <w:rPr>
          <w:lang w:val="x-none"/>
        </w:rPr>
        <w:t xml:space="preserve">  </w:t>
      </w:r>
      <w:r w:rsidR="00AF5C7A">
        <w:rPr>
          <w:lang w:val="x-none"/>
        </w:rPr>
        <w:t xml:space="preserve"> </w:t>
      </w:r>
      <w:r w:rsidR="00C65537">
        <w:rPr>
          <w:lang w:val="x-none"/>
        </w:rPr>
        <w:t xml:space="preserve">        </w:t>
      </w:r>
      <w:r w:rsidRPr="00486F3B">
        <w:rPr>
          <w:lang w:val="x-none"/>
        </w:rPr>
        <w:t>(7)</w:t>
      </w:r>
    </w:p>
    <w:p w14:paraId="62226DD1" w14:textId="259D0F17" w:rsidR="00486F3B" w:rsidRPr="00486F3B" w:rsidRDefault="00486F3B" w:rsidP="00C65537">
      <w:pPr>
        <w:spacing w:before="240"/>
        <w:jc w:val="right"/>
      </w:pPr>
      <w:r w:rsidRPr="00486F3B">
        <w:rPr>
          <w:lang w:val="x-none"/>
        </w:rPr>
        <w:object w:dxaOrig="2060" w:dyaOrig="440" w14:anchorId="41150C4B">
          <v:shape id="_x0000_i1032" type="#_x0000_t75" style="width:114.65pt;height:24pt" o:ole="">
            <v:imagedata r:id="rId22" o:title=""/>
          </v:shape>
          <o:OLEObject Type="Embed" ProgID="Equation.DSMT4" ShapeID="_x0000_i1032" DrawAspect="Content" ObjectID="_1636780609" r:id="rId23"/>
        </w:object>
      </w:r>
      <w:r w:rsidRPr="00486F3B">
        <w:rPr>
          <w:lang w:val="x-none"/>
        </w:rPr>
        <w:t xml:space="preserve">             </w:t>
      </w:r>
      <w:r w:rsidR="00C65537">
        <w:rPr>
          <w:lang w:val="x-none"/>
        </w:rPr>
        <w:t xml:space="preserve">                            </w:t>
      </w:r>
      <w:r w:rsidR="00AF5C7A">
        <w:rPr>
          <w:lang w:val="x-none"/>
        </w:rPr>
        <w:t xml:space="preserve"> </w:t>
      </w:r>
      <w:r w:rsidR="00435B3F">
        <w:rPr>
          <w:lang w:val="x-none"/>
        </w:rPr>
        <w:t xml:space="preserve">  </w:t>
      </w:r>
      <w:r w:rsidR="00C65537">
        <w:rPr>
          <w:lang w:val="x-none"/>
        </w:rPr>
        <w:t xml:space="preserve">       </w:t>
      </w:r>
      <w:r w:rsidRPr="00486F3B">
        <w:rPr>
          <w:lang w:val="x-none"/>
        </w:rPr>
        <w:t xml:space="preserve"> (8)</w:t>
      </w:r>
    </w:p>
    <w:p w14:paraId="5DDBE595" w14:textId="77777777" w:rsidR="00486F3B" w:rsidRPr="00486F3B" w:rsidRDefault="00486F3B" w:rsidP="00486F3B">
      <w:pPr>
        <w:spacing w:before="240"/>
      </w:pPr>
      <w:r w:rsidRPr="00486F3B">
        <w:t xml:space="preserve">Ignore constant term, (6) </w:t>
      </w:r>
      <w:proofErr w:type="gramStart"/>
      <w:r w:rsidRPr="00486F3B">
        <w:t>can be written as</w:t>
      </w:r>
      <w:proofErr w:type="gramEnd"/>
      <w:r w:rsidRPr="00486F3B">
        <w:t>:</w:t>
      </w:r>
    </w:p>
    <w:p w14:paraId="58036C3B" w14:textId="435817FD" w:rsidR="00486F3B" w:rsidRPr="00486F3B" w:rsidRDefault="00486F3B" w:rsidP="00C65537">
      <w:pPr>
        <w:spacing w:before="240"/>
        <w:jc w:val="right"/>
        <w:rPr>
          <w:lang w:val="x-none"/>
        </w:rPr>
      </w:pPr>
      <w:r w:rsidRPr="00486F3B">
        <w:rPr>
          <w:lang w:val="x-none"/>
        </w:rPr>
        <w:object w:dxaOrig="3780" w:dyaOrig="680" w14:anchorId="5F856E96">
          <v:shape id="_x0000_i1033" type="#_x0000_t75" style="width:183.5pt;height:32.4pt" o:ole="">
            <v:imagedata r:id="rId24" o:title=""/>
          </v:shape>
          <o:OLEObject Type="Embed" ProgID="Equation.DSMT4" ShapeID="_x0000_i1033" DrawAspect="Content" ObjectID="_1636780610" r:id="rId25"/>
        </w:object>
      </w:r>
      <w:r w:rsidRPr="00486F3B">
        <w:rPr>
          <w:lang w:val="x-none"/>
        </w:rPr>
        <w:t xml:space="preserve">   </w:t>
      </w:r>
      <w:r w:rsidR="00C65537">
        <w:rPr>
          <w:lang w:val="x-none"/>
        </w:rPr>
        <w:t xml:space="preserve">                       </w:t>
      </w:r>
      <w:r w:rsidR="00AF5C7A">
        <w:rPr>
          <w:lang w:val="x-none"/>
        </w:rPr>
        <w:t xml:space="preserve"> </w:t>
      </w:r>
      <w:r w:rsidR="00435B3F">
        <w:rPr>
          <w:lang w:val="x-none"/>
        </w:rPr>
        <w:t xml:space="preserve">  </w:t>
      </w:r>
      <w:r w:rsidR="00C65537">
        <w:rPr>
          <w:lang w:val="x-none"/>
        </w:rPr>
        <w:t xml:space="preserve">        </w:t>
      </w:r>
      <w:r w:rsidRPr="00486F3B">
        <w:rPr>
          <w:lang w:val="x-none"/>
        </w:rPr>
        <w:t xml:space="preserve"> (9) </w:t>
      </w:r>
    </w:p>
    <w:p w14:paraId="165BEAE1" w14:textId="3EFB1901" w:rsidR="00486F3B" w:rsidRPr="00486F3B" w:rsidRDefault="00486F3B" w:rsidP="00486F3B">
      <w:pPr>
        <w:spacing w:before="240"/>
      </w:pPr>
      <w:r w:rsidRPr="00486F3B">
        <w:t xml:space="preserve">Define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q(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)=j</m:t>
                </m:r>
              </m:e>
            </m:d>
          </m:e>
        </m:d>
      </m:oMath>
      <w:r w:rsidRPr="00486F3B">
        <w:t xml:space="preserve">  as the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486F3B">
        <w:t xml:space="preserve">leaf node and (9) </w:t>
      </w:r>
      <w:proofErr w:type="gramStart"/>
      <w:r w:rsidRPr="00486F3B">
        <w:t>can be written as</w:t>
      </w:r>
      <w:proofErr w:type="gramEnd"/>
      <w:r w:rsidRPr="00486F3B">
        <w:t xml:space="preserve">: </w:t>
      </w:r>
    </w:p>
    <w:p w14:paraId="5F4E6C3D" w14:textId="39AD2B04" w:rsidR="00486F3B" w:rsidRPr="00486F3B" w:rsidRDefault="00486F3B" w:rsidP="00C65537">
      <w:pPr>
        <w:spacing w:before="240"/>
        <w:jc w:val="right"/>
      </w:pPr>
      <w:r w:rsidRPr="00486F3B">
        <w:object w:dxaOrig="4360" w:dyaOrig="1600" w14:anchorId="1CF06C6D">
          <v:shape id="_x0000_i1034" type="#_x0000_t75" style="width:201pt;height:73.2pt" o:ole="">
            <v:imagedata r:id="rId26" o:title=""/>
          </v:shape>
          <o:OLEObject Type="Embed" ProgID="Equation.DSMT4" ShapeID="_x0000_i1034" DrawAspect="Content" ObjectID="_1636780611" r:id="rId27"/>
        </w:object>
      </w:r>
      <w:r w:rsidR="00C65537">
        <w:t xml:space="preserve">                      </w:t>
      </w:r>
      <w:r w:rsidR="00435B3F">
        <w:t xml:space="preserve"> </w:t>
      </w:r>
      <w:r w:rsidR="00AF5C7A">
        <w:t xml:space="preserve">   </w:t>
      </w:r>
      <w:r w:rsidR="00C65537">
        <w:t xml:space="preserve">   </w:t>
      </w:r>
      <w:r w:rsidR="00435B3F">
        <w:t xml:space="preserve">  </w:t>
      </w:r>
      <w:r w:rsidR="00C65537">
        <w:t xml:space="preserve">   </w:t>
      </w:r>
      <w:r w:rsidRPr="00486F3B">
        <w:rPr>
          <w:rFonts w:hint="eastAsia"/>
        </w:rPr>
        <w:t>(</w:t>
      </w:r>
      <w:r w:rsidRPr="00486F3B">
        <w:t>10)</w:t>
      </w:r>
    </w:p>
    <w:p w14:paraId="5E9B4A55" w14:textId="77777777" w:rsidR="00486F3B" w:rsidRPr="00486F3B" w:rsidRDefault="00486F3B" w:rsidP="00486F3B">
      <w:pPr>
        <w:spacing w:before="240"/>
      </w:pPr>
      <w:r w:rsidRPr="00486F3B">
        <w:t xml:space="preserve">When the derivative of the objective function is equal to </w:t>
      </w:r>
      <w:proofErr w:type="gramStart"/>
      <w:r w:rsidRPr="00486F3B">
        <w:t>0 ,</w:t>
      </w:r>
      <w:proofErr w:type="gramEnd"/>
      <w:r w:rsidRPr="00486F3B">
        <w:t xml:space="preserve"> the optimal weight is:</w:t>
      </w:r>
    </w:p>
    <w:p w14:paraId="067F877C" w14:textId="01936686" w:rsidR="00486F3B" w:rsidRPr="00486F3B" w:rsidRDefault="00486F3B" w:rsidP="00435B3F">
      <w:pPr>
        <w:spacing w:before="240"/>
        <w:jc w:val="right"/>
      </w:pPr>
      <w:r w:rsidRPr="00486F3B">
        <w:rPr>
          <w:lang w:val="x-none"/>
        </w:rPr>
        <w:object w:dxaOrig="1620" w:dyaOrig="1160" w14:anchorId="4E7C55B5">
          <v:shape id="_x0000_i1035" type="#_x0000_t75" style="width:73.8pt;height:52.2pt" o:ole="">
            <v:imagedata r:id="rId28" o:title=""/>
          </v:shape>
          <o:OLEObject Type="Embed" ProgID="Equation.DSMT4" ShapeID="_x0000_i1035" DrawAspect="Content" ObjectID="_1636780612" r:id="rId29"/>
        </w:object>
      </w:r>
      <w:r w:rsidRPr="00486F3B">
        <w:rPr>
          <w:lang w:val="x-none"/>
        </w:rPr>
        <w:t xml:space="preserve">                           </w:t>
      </w:r>
      <w:r w:rsidR="00435B3F">
        <w:rPr>
          <w:lang w:val="x-none"/>
        </w:rPr>
        <w:t xml:space="preserve">                  </w:t>
      </w:r>
      <w:r w:rsidR="00AF5C7A">
        <w:rPr>
          <w:lang w:val="x-none"/>
        </w:rPr>
        <w:t xml:space="preserve">   </w:t>
      </w:r>
      <w:r w:rsidR="00435B3F">
        <w:rPr>
          <w:lang w:val="x-none"/>
        </w:rPr>
        <w:t xml:space="preserve">            </w:t>
      </w:r>
      <w:r w:rsidRPr="00486F3B">
        <w:rPr>
          <w:lang w:val="x-none"/>
        </w:rPr>
        <w:t>(11)</w:t>
      </w:r>
    </w:p>
    <w:p w14:paraId="657D4309" w14:textId="3800E65A" w:rsidR="00486F3B" w:rsidRPr="00486F3B" w:rsidRDefault="00486F3B" w:rsidP="00486F3B">
      <w:pPr>
        <w:spacing w:before="240"/>
      </w:pPr>
      <w:proofErr w:type="gramStart"/>
      <w:r w:rsidRPr="00486F3B">
        <w:t xml:space="preserve">When  </w:t>
      </w:r>
      <w:proofErr w:type="gramEnd"/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 w:rsidRPr="00486F3B">
        <w:t>, the objective function is:</w:t>
      </w:r>
    </w:p>
    <w:p w14:paraId="1181A9CE" w14:textId="3FBA56A3" w:rsidR="00486F3B" w:rsidRPr="00486F3B" w:rsidRDefault="000B7C96" w:rsidP="00435B3F">
      <w:pPr>
        <w:spacing w:before="240"/>
        <w:jc w:val="right"/>
      </w:pPr>
      <w:r w:rsidRPr="00486F3B">
        <w:rPr>
          <w:lang w:val="x-none"/>
        </w:rPr>
        <w:object w:dxaOrig="2900" w:dyaOrig="1160" w14:anchorId="12F0DEDE">
          <v:shape id="_x0000_i1036" type="#_x0000_t75" style="width:142.25pt;height:57pt" o:ole="">
            <v:imagedata r:id="rId30" o:title=""/>
          </v:shape>
          <o:OLEObject Type="Embed" ProgID="Equation.DSMT4" ShapeID="_x0000_i1036" DrawAspect="Content" ObjectID="_1636780613" r:id="rId31"/>
        </w:object>
      </w:r>
      <w:r w:rsidR="00486F3B" w:rsidRPr="00486F3B">
        <w:rPr>
          <w:lang w:val="x-none"/>
        </w:rPr>
        <w:t xml:space="preserve">            </w:t>
      </w:r>
      <w:r w:rsidR="00435B3F">
        <w:rPr>
          <w:lang w:val="x-none"/>
        </w:rPr>
        <w:t xml:space="preserve">               </w:t>
      </w:r>
      <w:r w:rsidR="00AF5C7A">
        <w:rPr>
          <w:lang w:val="x-none"/>
        </w:rPr>
        <w:t xml:space="preserve">  </w:t>
      </w:r>
      <w:r w:rsidR="00435B3F">
        <w:rPr>
          <w:lang w:val="x-none"/>
        </w:rPr>
        <w:t xml:space="preserve">   </w:t>
      </w:r>
      <w:r w:rsidR="00AF5C7A">
        <w:rPr>
          <w:lang w:val="x-none"/>
        </w:rPr>
        <w:t xml:space="preserve">  </w:t>
      </w:r>
      <w:r w:rsidR="00435B3F">
        <w:rPr>
          <w:lang w:val="x-none"/>
        </w:rPr>
        <w:t xml:space="preserve">           </w:t>
      </w:r>
      <w:r w:rsidR="00486F3B" w:rsidRPr="00486F3B">
        <w:rPr>
          <w:lang w:val="x-none"/>
        </w:rPr>
        <w:t xml:space="preserve"> (12)</w:t>
      </w:r>
    </w:p>
    <w:p w14:paraId="365C0F24" w14:textId="6EF50039" w:rsidR="00486F3B" w:rsidRPr="00486F3B" w:rsidRDefault="00486F3B" w:rsidP="00486F3B">
      <w:pPr>
        <w:spacing w:before="240"/>
      </w:pPr>
      <w:proofErr w:type="spellStart"/>
      <w:r w:rsidRPr="00486F3B">
        <w:t>XGBoost</w:t>
      </w:r>
      <w:proofErr w:type="spellEnd"/>
      <w:r w:rsidRPr="00486F3B">
        <w:t xml:space="preserve"> uses a greedy algorithm instead of an enumeration method to improve computational efficiency.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 </m:t>
        </m:r>
      </m:oMath>
      <w:proofErr w:type="gramStart"/>
      <w:r w:rsidRPr="00486F3B">
        <w:t>represents</w:t>
      </w:r>
      <w:proofErr w:type="gramEnd"/>
      <w:r w:rsidRPr="00486F3B">
        <w:t xml:space="preserve"> the set of all left nodes after each split,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Pr="00486F3B">
        <w:t xml:space="preserve"> is the set of all right nodes after each split, then after each split, the information gain of the objective function is:</w:t>
      </w:r>
    </w:p>
    <w:p w14:paraId="04BDA09D" w14:textId="5FCD98BF" w:rsidR="00486F3B" w:rsidRPr="00486F3B" w:rsidRDefault="000B7C96" w:rsidP="00435B3F">
      <w:pPr>
        <w:spacing w:before="240"/>
        <w:jc w:val="right"/>
      </w:pPr>
      <w:r w:rsidRPr="00486F3B">
        <w:object w:dxaOrig="4560" w:dyaOrig="1160" w14:anchorId="3DA2A385">
          <v:shape id="_x0000_i1037" type="#_x0000_t75" style="width:206.35pt;height:52.8pt" o:ole="">
            <v:imagedata r:id="rId32" o:title=""/>
          </v:shape>
          <o:OLEObject Type="Embed" ProgID="Equation.DSMT4" ShapeID="_x0000_i1037" DrawAspect="Content" ObjectID="_1636780614" r:id="rId33"/>
        </w:object>
      </w:r>
      <w:r w:rsidR="00486F3B" w:rsidRPr="00486F3B">
        <w:rPr>
          <w:rFonts w:hint="eastAsia"/>
        </w:rPr>
        <w:t xml:space="preserve"> </w:t>
      </w:r>
      <w:r w:rsidR="00486F3B" w:rsidRPr="00486F3B">
        <w:t xml:space="preserve">  </w:t>
      </w:r>
      <w:r w:rsidR="00486F3B" w:rsidRPr="00486F3B">
        <w:rPr>
          <w:rFonts w:hint="eastAsia"/>
        </w:rPr>
        <w:t xml:space="preserve"> </w:t>
      </w:r>
      <w:r w:rsidR="00435B3F">
        <w:t xml:space="preserve">                </w:t>
      </w:r>
      <w:r w:rsidR="00AF5C7A">
        <w:t xml:space="preserve">    </w:t>
      </w:r>
      <w:r w:rsidR="00435B3F">
        <w:t xml:space="preserve">          </w:t>
      </w:r>
      <w:r w:rsidR="00486F3B" w:rsidRPr="00486F3B">
        <w:rPr>
          <w:rFonts w:hint="eastAsia"/>
        </w:rPr>
        <w:t>(</w:t>
      </w:r>
      <w:r w:rsidR="00486F3B" w:rsidRPr="00486F3B">
        <w:t>13)</w:t>
      </w:r>
    </w:p>
    <w:p w14:paraId="7B65BC41" w14:textId="739487CB" w:rsidR="00DE23E8" w:rsidRDefault="00DE23E8" w:rsidP="00654E8F">
      <w:pPr>
        <w:spacing w:before="240"/>
      </w:pPr>
    </w:p>
    <w:p w14:paraId="242A5A1A" w14:textId="795D5E75" w:rsidR="00921192" w:rsidRDefault="00921192" w:rsidP="00654E8F">
      <w:pPr>
        <w:spacing w:before="240"/>
      </w:pPr>
    </w:p>
    <w:p w14:paraId="0DFDA2F2" w14:textId="0B289A38" w:rsidR="00A14D9E" w:rsidRDefault="00157D9B" w:rsidP="00654E8F">
      <w:pPr>
        <w:spacing w:before="240"/>
        <w:rPr>
          <w:rFonts w:eastAsia="Cambria" w:cs="Times New Roman"/>
          <w:b/>
          <w:szCs w:val="24"/>
        </w:rPr>
      </w:pPr>
      <w:r>
        <w:rPr>
          <w:rFonts w:eastAsia="Cambria" w:cs="Times New Roman"/>
          <w:b/>
          <w:szCs w:val="24"/>
        </w:rPr>
        <w:lastRenderedPageBreak/>
        <w:t>D</w:t>
      </w:r>
      <w:r w:rsidR="00A14D9E" w:rsidRPr="00157D9B">
        <w:rPr>
          <w:rFonts w:eastAsia="Cambria" w:cs="Times New Roman"/>
          <w:b/>
          <w:szCs w:val="24"/>
        </w:rPr>
        <w:t>ata</w:t>
      </w:r>
    </w:p>
    <w:p w14:paraId="2FB109F8" w14:textId="77777777" w:rsidR="00E93331" w:rsidRPr="00157D9B" w:rsidRDefault="00E93331" w:rsidP="00654E8F">
      <w:pPr>
        <w:spacing w:before="240"/>
        <w:rPr>
          <w:rFonts w:eastAsia="Cambria" w:cs="Times New Roman"/>
          <w:b/>
          <w:szCs w:val="24"/>
        </w:rPr>
      </w:pPr>
    </w:p>
    <w:p w14:paraId="48D06577" w14:textId="14166DA9" w:rsidR="00A14D9E" w:rsidRDefault="00157D9B" w:rsidP="00654E8F">
      <w:pPr>
        <w:spacing w:before="240"/>
        <w:rPr>
          <w:lang w:eastAsia="zh-CN"/>
        </w:rPr>
      </w:pPr>
      <w:r w:rsidRPr="00157D9B">
        <w:rPr>
          <w:lang w:eastAsia="zh-CN"/>
        </w:rPr>
        <w:t xml:space="preserve">The </w:t>
      </w:r>
      <w:proofErr w:type="gramStart"/>
      <w:r w:rsidRPr="00157D9B">
        <w:rPr>
          <w:lang w:eastAsia="zh-CN"/>
        </w:rPr>
        <w:t>data used in our paper was kindly provided by the author of paper “Gene expression inference with deep learning”</w:t>
      </w:r>
      <w:proofErr w:type="gramEnd"/>
      <w:r w:rsidRPr="00157D9B">
        <w:rPr>
          <w:lang w:eastAsia="zh-CN"/>
        </w:rPr>
        <w:t xml:space="preserve">, and we don't have the ownership of the data. The readers who want to access the data can contact the author of </w:t>
      </w:r>
      <w:r>
        <w:rPr>
          <w:lang w:eastAsia="zh-CN"/>
        </w:rPr>
        <w:t>this</w:t>
      </w:r>
      <w:r w:rsidRPr="00157D9B">
        <w:rPr>
          <w:lang w:eastAsia="zh-CN"/>
        </w:rPr>
        <w:t> article.</w:t>
      </w:r>
    </w:p>
    <w:p w14:paraId="5CE028E5" w14:textId="77777777" w:rsidR="00A14D9E" w:rsidRDefault="00A14D9E" w:rsidP="00654E8F">
      <w:pPr>
        <w:spacing w:before="240"/>
      </w:pPr>
    </w:p>
    <w:p w14:paraId="3B6AD881" w14:textId="0A7FCCFF" w:rsidR="00921192" w:rsidRDefault="00921192" w:rsidP="00654E8F">
      <w:pPr>
        <w:spacing w:before="240"/>
        <w:rPr>
          <w:b/>
          <w:bCs/>
        </w:rPr>
      </w:pPr>
      <w:r w:rsidRPr="00921192">
        <w:rPr>
          <w:b/>
          <w:bCs/>
        </w:rPr>
        <w:t>References</w:t>
      </w:r>
      <w:r>
        <w:rPr>
          <w:b/>
          <w:bCs/>
        </w:rPr>
        <w:t>:</w:t>
      </w:r>
    </w:p>
    <w:p w14:paraId="6B6FEB6D" w14:textId="41DF0D52" w:rsidR="00921192" w:rsidRDefault="00157D9B" w:rsidP="00484636">
      <w:bookmarkStart w:id="3" w:name="r11xgboost"/>
      <w:r w:rsidRPr="00157D9B">
        <w:t xml:space="preserve">Chen, T., and </w:t>
      </w:r>
      <w:proofErr w:type="spellStart"/>
      <w:r w:rsidRPr="00157D9B">
        <w:t>Guestrin</w:t>
      </w:r>
      <w:proofErr w:type="spellEnd"/>
      <w:r w:rsidRPr="00157D9B">
        <w:t xml:space="preserve">, C. (2016). </w:t>
      </w:r>
      <w:proofErr w:type="spellStart"/>
      <w:r w:rsidRPr="00157D9B">
        <w:t>Xgboost</w:t>
      </w:r>
      <w:proofErr w:type="spellEnd"/>
      <w:r w:rsidRPr="00157D9B">
        <w:t>: A scalable tree boosting system. In </w:t>
      </w:r>
      <w:r w:rsidRPr="00157D9B">
        <w:rPr>
          <w:i/>
          <w:iCs/>
        </w:rPr>
        <w:t xml:space="preserve">Proceedings of the 22nd </w:t>
      </w:r>
      <w:proofErr w:type="spellStart"/>
      <w:r w:rsidRPr="00157D9B">
        <w:rPr>
          <w:i/>
          <w:iCs/>
        </w:rPr>
        <w:t>acm</w:t>
      </w:r>
      <w:proofErr w:type="spellEnd"/>
      <w:r w:rsidRPr="00157D9B">
        <w:rPr>
          <w:i/>
          <w:iCs/>
        </w:rPr>
        <w:t xml:space="preserve"> </w:t>
      </w:r>
      <w:proofErr w:type="spellStart"/>
      <w:r w:rsidRPr="00157D9B">
        <w:rPr>
          <w:i/>
          <w:iCs/>
        </w:rPr>
        <w:t>sigkdd</w:t>
      </w:r>
      <w:proofErr w:type="spellEnd"/>
      <w:r w:rsidRPr="00157D9B">
        <w:rPr>
          <w:i/>
          <w:iCs/>
        </w:rPr>
        <w:t xml:space="preserve"> international conference on knowledge discovery and data mining</w:t>
      </w:r>
      <w:r w:rsidRPr="00157D9B">
        <w:t> (pp. 785-794). ACM.</w:t>
      </w:r>
      <w:hyperlink r:id="rId34" w:history="1">
        <w:r w:rsidR="00921192" w:rsidRPr="00157D9B">
          <w:rPr>
            <w:rStyle w:val="Hyperlink"/>
          </w:rPr>
          <w:t>doi:10.1145/2939672.2939785</w:t>
        </w:r>
      </w:hyperlink>
      <w:bookmarkEnd w:id="3"/>
    </w:p>
    <w:p w14:paraId="7C0B9A79" w14:textId="7888CB85" w:rsidR="00157D9B" w:rsidRPr="001549D3" w:rsidRDefault="00157D9B" w:rsidP="00654E8F">
      <w:pPr>
        <w:spacing w:before="240"/>
      </w:pPr>
      <w:r w:rsidRPr="00157D9B">
        <w:t xml:space="preserve">Chen, Y., Li, Y., Narayan, R., Subramanian, A., and </w:t>
      </w:r>
      <w:proofErr w:type="spellStart"/>
      <w:r w:rsidRPr="00157D9B">
        <w:t>Xie</w:t>
      </w:r>
      <w:proofErr w:type="spellEnd"/>
      <w:r w:rsidRPr="00157D9B">
        <w:t>, X. (2016). Gene expression inference with deep learning. </w:t>
      </w:r>
      <w:r w:rsidRPr="00157D9B">
        <w:rPr>
          <w:i/>
          <w:iCs/>
        </w:rPr>
        <w:t>Bioinformatics</w:t>
      </w:r>
      <w:r w:rsidRPr="00157D9B">
        <w:t>, </w:t>
      </w:r>
      <w:r w:rsidRPr="00157D9B">
        <w:rPr>
          <w:i/>
          <w:iCs/>
        </w:rPr>
        <w:t>32</w:t>
      </w:r>
      <w:r w:rsidRPr="00157D9B">
        <w:t xml:space="preserve">(12), 1832-1839. </w:t>
      </w:r>
      <w:hyperlink r:id="rId35" w:history="1">
        <w:proofErr w:type="spellStart"/>
        <w:proofErr w:type="gramStart"/>
        <w:r w:rsidRPr="00157D9B">
          <w:rPr>
            <w:rStyle w:val="Hyperlink"/>
          </w:rPr>
          <w:t>doi</w:t>
        </w:r>
        <w:proofErr w:type="spellEnd"/>
        <w:proofErr w:type="gramEnd"/>
        <w:r w:rsidRPr="00157D9B">
          <w:rPr>
            <w:rStyle w:val="Hyperlink"/>
          </w:rPr>
          <w:t>: 10.1093/bioinformatics/btw074</w:t>
        </w:r>
      </w:hyperlink>
    </w:p>
    <w:sectPr w:rsidR="00157D9B" w:rsidRPr="001549D3" w:rsidSect="0093429D">
      <w:headerReference w:type="even" r:id="rId36"/>
      <w:footerReference w:type="even" r:id="rId37"/>
      <w:footerReference w:type="default" r:id="rId38"/>
      <w:headerReference w:type="first" r:id="rId39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DD757" w14:textId="77777777" w:rsidR="0000145A" w:rsidRDefault="0000145A" w:rsidP="00117666">
      <w:pPr>
        <w:spacing w:after="0"/>
      </w:pPr>
      <w:r>
        <w:separator/>
      </w:r>
    </w:p>
  </w:endnote>
  <w:endnote w:type="continuationSeparator" w:id="0">
    <w:p w14:paraId="322CA113" w14:textId="77777777" w:rsidR="0000145A" w:rsidRDefault="0000145A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37BA3EC5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737002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37BA3EC5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737002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614CEDFB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737002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614CEDFB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737002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D237C" w14:textId="77777777" w:rsidR="0000145A" w:rsidRDefault="0000145A" w:rsidP="00117666">
      <w:pPr>
        <w:spacing w:after="0"/>
      </w:pPr>
      <w:r>
        <w:separator/>
      </w:r>
    </w:p>
  </w:footnote>
  <w:footnote w:type="continuationSeparator" w:id="0">
    <w:p w14:paraId="68A2692A" w14:textId="77777777" w:rsidR="0000145A" w:rsidRDefault="0000145A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B5"/>
    <w:rsid w:val="0000145A"/>
    <w:rsid w:val="0001436A"/>
    <w:rsid w:val="00034304"/>
    <w:rsid w:val="00035434"/>
    <w:rsid w:val="00052A14"/>
    <w:rsid w:val="00077D53"/>
    <w:rsid w:val="00092701"/>
    <w:rsid w:val="000B7C96"/>
    <w:rsid w:val="00105FD9"/>
    <w:rsid w:val="00117666"/>
    <w:rsid w:val="001549D3"/>
    <w:rsid w:val="00157D9B"/>
    <w:rsid w:val="00160065"/>
    <w:rsid w:val="00177D84"/>
    <w:rsid w:val="002209C0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401590"/>
    <w:rsid w:val="00435B3F"/>
    <w:rsid w:val="00447801"/>
    <w:rsid w:val="00452E9C"/>
    <w:rsid w:val="004735C8"/>
    <w:rsid w:val="00484636"/>
    <w:rsid w:val="00486F3B"/>
    <w:rsid w:val="004947A6"/>
    <w:rsid w:val="004961FF"/>
    <w:rsid w:val="004B29FF"/>
    <w:rsid w:val="00517A89"/>
    <w:rsid w:val="005250F2"/>
    <w:rsid w:val="00572491"/>
    <w:rsid w:val="00593EEA"/>
    <w:rsid w:val="005A5EEE"/>
    <w:rsid w:val="006375C7"/>
    <w:rsid w:val="00654E8F"/>
    <w:rsid w:val="00660D05"/>
    <w:rsid w:val="006820B1"/>
    <w:rsid w:val="006B7842"/>
    <w:rsid w:val="006B7D14"/>
    <w:rsid w:val="006C3615"/>
    <w:rsid w:val="00701727"/>
    <w:rsid w:val="0070566C"/>
    <w:rsid w:val="00714C50"/>
    <w:rsid w:val="00725A7D"/>
    <w:rsid w:val="00737002"/>
    <w:rsid w:val="007501BE"/>
    <w:rsid w:val="00790BB3"/>
    <w:rsid w:val="007C206C"/>
    <w:rsid w:val="00817DD6"/>
    <w:rsid w:val="0083759F"/>
    <w:rsid w:val="00885156"/>
    <w:rsid w:val="009151AA"/>
    <w:rsid w:val="00921192"/>
    <w:rsid w:val="0093429D"/>
    <w:rsid w:val="00943573"/>
    <w:rsid w:val="00964134"/>
    <w:rsid w:val="00970F7D"/>
    <w:rsid w:val="00994A3D"/>
    <w:rsid w:val="009C2B12"/>
    <w:rsid w:val="009C6C39"/>
    <w:rsid w:val="00A14D9E"/>
    <w:rsid w:val="00A174D9"/>
    <w:rsid w:val="00A9175A"/>
    <w:rsid w:val="00AA4D24"/>
    <w:rsid w:val="00AB6715"/>
    <w:rsid w:val="00AF5C7A"/>
    <w:rsid w:val="00B1671E"/>
    <w:rsid w:val="00B25EB8"/>
    <w:rsid w:val="00B37F4D"/>
    <w:rsid w:val="00B579C3"/>
    <w:rsid w:val="00BF6620"/>
    <w:rsid w:val="00C52A7B"/>
    <w:rsid w:val="00C56BAF"/>
    <w:rsid w:val="00C65537"/>
    <w:rsid w:val="00C679AA"/>
    <w:rsid w:val="00C75972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866C9"/>
    <w:rsid w:val="00E93331"/>
    <w:rsid w:val="00EA3D3C"/>
    <w:rsid w:val="00EC090A"/>
    <w:rsid w:val="00ED20B5"/>
    <w:rsid w:val="00F46900"/>
    <w:rsid w:val="00F61D89"/>
    <w:rsid w:val="00F9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4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eader" Target="header2.xml"/><Relationship Id="rId21" Type="http://schemas.openxmlformats.org/officeDocument/2006/relationships/oleObject" Target="embeddings/oleObject7.bin"/><Relationship Id="rId34" Type="http://schemas.openxmlformats.org/officeDocument/2006/relationships/hyperlink" Target="https://doi.org/10.1145/2939672.2939785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hyperlink" Target="https://doi.org/10.1093/bioinformatics/btw074" TargetMode="Externa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B0D0D2E-61D4-434C-B73B-5DCA2CD0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3</TotalTime>
  <Pages>3</Pages>
  <Words>475</Words>
  <Characters>2711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 Media SA</dc:creator>
  <cp:lastModifiedBy>Margaret Mering</cp:lastModifiedBy>
  <cp:revision>2</cp:revision>
  <cp:lastPrinted>2013-10-03T12:51:00Z</cp:lastPrinted>
  <dcterms:created xsi:type="dcterms:W3CDTF">2019-12-02T14:30:00Z</dcterms:created>
  <dcterms:modified xsi:type="dcterms:W3CDTF">2019-12-02T14:30:00Z</dcterms:modified>
</cp:coreProperties>
</file>